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0B7F8A1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13D5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54D580FD" w14:textId="3FA7E92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0"/>
      <w:r w:rsidR="002A3CCC">
        <w:rPr>
          <w:rStyle w:val="Tun"/>
          <w:rFonts w:eastAsiaTheme="minorHAnsi"/>
        </w:rPr>
        <w:t xml:space="preserve">Olej pro suché mazání k ošetřování kluzných stoliček a závěrů výhybek </w:t>
      </w:r>
      <w:r w:rsidR="002A3CCC" w:rsidRPr="00F610D6">
        <w:rPr>
          <w:rStyle w:val="Tun"/>
          <w:rFonts w:eastAsiaTheme="minorHAnsi"/>
        </w:rPr>
        <w:t>- 2025</w:t>
      </w:r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D514D5">
        <w:rPr>
          <w:rFonts w:eastAsia="Times New Roman" w:cs="Times New Roman"/>
          <w:lang w:eastAsia="cs-CZ"/>
        </w:rPr>
        <w:t xml:space="preserve"> definované v čl. </w:t>
      </w:r>
      <w:r w:rsidR="00A02D99" w:rsidRPr="00113D5D">
        <w:rPr>
          <w:rFonts w:eastAsia="Times New Roman" w:cs="Times New Roman"/>
          <w:lang w:eastAsia="cs-CZ"/>
        </w:rPr>
        <w:t>12</w:t>
      </w:r>
      <w:r w:rsidR="00D514D5">
        <w:rPr>
          <w:rFonts w:eastAsia="Times New Roman" w:cs="Times New Roman"/>
          <w:lang w:eastAsia="cs-CZ"/>
        </w:rPr>
        <w:t xml:space="preserve"> </w:t>
      </w:r>
      <w:r w:rsidR="00A02D99">
        <w:rPr>
          <w:rFonts w:eastAsia="Times New Roman" w:cs="Times New Roman"/>
          <w:lang w:eastAsia="cs-CZ"/>
        </w:rPr>
        <w:t>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6D643F27" w14:textId="77777777" w:rsidR="002A3CCC" w:rsidRDefault="002A3CCC" w:rsidP="003C4FBB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2A3CCC" w14:paraId="4363258B" w14:textId="77777777" w:rsidTr="005D3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58954E5" w14:textId="77777777" w:rsidR="002A3CCC" w:rsidRPr="00057842" w:rsidRDefault="002A3CCC" w:rsidP="005D38E5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08AC728" w14:textId="77777777" w:rsidR="002A3CCC" w:rsidRDefault="002A3CCC" w:rsidP="005D38E5">
            <w:pPr>
              <w:pStyle w:val="Tabulka"/>
              <w:rPr>
                <w:b/>
              </w:rPr>
            </w:pPr>
            <w:r>
              <w:t>IČO, sídlo/místo podnikaní, kontakt k ověření realizované 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47072DEF" w14:textId="77777777" w:rsidR="002A3CCC" w:rsidRPr="00057842" w:rsidRDefault="002A3CCC" w:rsidP="005D38E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zadavatelem požadovány v zadávacích podmínkách</w:t>
            </w:r>
          </w:p>
          <w:p w14:paraId="797A12F2" w14:textId="77777777" w:rsidR="002A3CCC" w:rsidRDefault="002A3CCC" w:rsidP="005D38E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5B35C80C" w14:textId="77777777" w:rsidR="002A3CCC" w:rsidRPr="00057842" w:rsidRDefault="002A3CCC" w:rsidP="005D38E5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Pr="00057842">
              <w:rPr>
                <w:rStyle w:val="Tuntabulka"/>
                <w:rFonts w:eastAsiaTheme="minorHAnsi"/>
              </w:rPr>
              <w:t xml:space="preserve">inanční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9485132" w14:textId="77777777" w:rsidR="002A3CCC" w:rsidRPr="00057842" w:rsidRDefault="002A3CCC" w:rsidP="005D38E5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265FC707" w14:textId="77777777" w:rsidR="002A3CCC" w:rsidRPr="00057842" w:rsidRDefault="002A3CCC" w:rsidP="005D38E5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2A3CCC" w14:paraId="5BF35983" w14:textId="77777777" w:rsidTr="005D38E5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22B5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521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5E427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9216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2A3CCC" w14:paraId="4B35D14F" w14:textId="77777777" w:rsidTr="005D38E5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1BDE26B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0CA3D59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0446274D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6AD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2A3CCC" w14:paraId="763FB091" w14:textId="77777777" w:rsidTr="005D38E5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ABB2A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7F22455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7F68C564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787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6ABB1C82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04659933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48B2EA01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12C81636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2108D40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545FC224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  <w:bottom w:val="single" w:sz="4" w:space="0" w:color="auto"/>
            </w:tcBorders>
          </w:tcPr>
          <w:p w14:paraId="27418CC2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14:paraId="18C1A6AD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14:paraId="5823F72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4" w:space="0" w:color="auto"/>
            </w:tcBorders>
          </w:tcPr>
          <w:p w14:paraId="76CDE890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1C55B74B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7B338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lastRenderedPageBreak/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14:paraId="54936ADF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</w:tcBorders>
          </w:tcPr>
          <w:p w14:paraId="3677CCD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086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1406CD24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4" w:space="0" w:color="auto"/>
              <w:left w:val="single" w:sz="4" w:space="0" w:color="auto"/>
            </w:tcBorders>
          </w:tcPr>
          <w:p w14:paraId="1F657E15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4" w:space="0" w:color="auto"/>
            </w:tcBorders>
          </w:tcPr>
          <w:p w14:paraId="13A2AA32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</w:tcBorders>
            <w:hideMark/>
          </w:tcPr>
          <w:p w14:paraId="62680D57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14:paraId="4CD49FE4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28A7767C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63F8935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5239C327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0D0098BF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6AF0883D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01BFB9CB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3B79434C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361782B1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3EFD901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208DFA15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118B6740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33476322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54B2E6A5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6E4729DF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3B1E395D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009C2454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2C04BA26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4C660A9D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01B1F577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23229433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4F215CAE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012A4CB0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4ECCA8D2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1C755E10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5DA647E7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083FA850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4DED7167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29244F5E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71057F8B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7AFAF2C0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7F4618AD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0D28C295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6FBD8679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54DCC093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33D4A18B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2A3CCC" w:rsidRPr="00BE4253" w14:paraId="1B6E7820" w14:textId="77777777" w:rsidTr="005D38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  <w:bottom w:val="single" w:sz="4" w:space="0" w:color="auto"/>
            </w:tcBorders>
          </w:tcPr>
          <w:p w14:paraId="3F2D941E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14:paraId="529812B2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14:paraId="2F1221AA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4" w:space="0" w:color="auto"/>
            </w:tcBorders>
          </w:tcPr>
          <w:p w14:paraId="65A238EB" w14:textId="77777777" w:rsidR="002A3CCC" w:rsidRPr="00BE4253" w:rsidRDefault="002A3CCC" w:rsidP="005D38E5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24477CBE" w14:textId="77777777" w:rsidR="002A3CCC" w:rsidRDefault="002A3CCC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C7D1D" w14:textId="77777777" w:rsidR="002222AF" w:rsidRDefault="002222AF" w:rsidP="00962258">
      <w:pPr>
        <w:spacing w:after="0" w:line="240" w:lineRule="auto"/>
      </w:pPr>
      <w:r>
        <w:separator/>
      </w:r>
    </w:p>
  </w:endnote>
  <w:endnote w:type="continuationSeparator" w:id="0">
    <w:p w14:paraId="07E58BD4" w14:textId="77777777" w:rsidR="002222AF" w:rsidRDefault="002222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A75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492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F13B7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48CA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BB4FA" w14:textId="77777777" w:rsidR="002222AF" w:rsidRDefault="002222AF" w:rsidP="00962258">
      <w:pPr>
        <w:spacing w:after="0" w:line="240" w:lineRule="auto"/>
      </w:pPr>
      <w:r>
        <w:separator/>
      </w:r>
    </w:p>
  </w:footnote>
  <w:footnote w:type="continuationSeparator" w:id="0">
    <w:p w14:paraId="5C3E11DC" w14:textId="77777777" w:rsidR="002222AF" w:rsidRDefault="002222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90731074">
    <w:abstractNumId w:val="2"/>
  </w:num>
  <w:num w:numId="2" w16cid:durableId="1170296540">
    <w:abstractNumId w:val="1"/>
  </w:num>
  <w:num w:numId="3" w16cid:durableId="18766249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635615">
    <w:abstractNumId w:val="7"/>
  </w:num>
  <w:num w:numId="5" w16cid:durableId="1259099724">
    <w:abstractNumId w:val="3"/>
  </w:num>
  <w:num w:numId="6" w16cid:durableId="1259366486">
    <w:abstractNumId w:val="4"/>
  </w:num>
  <w:num w:numId="7" w16cid:durableId="523834678">
    <w:abstractNumId w:val="0"/>
  </w:num>
  <w:num w:numId="8" w16cid:durableId="771705889">
    <w:abstractNumId w:val="5"/>
  </w:num>
  <w:num w:numId="9" w16cid:durableId="34778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0274344">
    <w:abstractNumId w:val="4"/>
  </w:num>
  <w:num w:numId="11" w16cid:durableId="101076413">
    <w:abstractNumId w:val="1"/>
  </w:num>
  <w:num w:numId="12" w16cid:durableId="26807168">
    <w:abstractNumId w:val="4"/>
  </w:num>
  <w:num w:numId="13" w16cid:durableId="156187277">
    <w:abstractNumId w:val="4"/>
  </w:num>
  <w:num w:numId="14" w16cid:durableId="1734280809">
    <w:abstractNumId w:val="4"/>
  </w:num>
  <w:num w:numId="15" w16cid:durableId="1278291634">
    <w:abstractNumId w:val="4"/>
  </w:num>
  <w:num w:numId="16" w16cid:durableId="379786100">
    <w:abstractNumId w:val="8"/>
  </w:num>
  <w:num w:numId="17" w16cid:durableId="354964293">
    <w:abstractNumId w:val="2"/>
  </w:num>
  <w:num w:numId="18" w16cid:durableId="1551308327">
    <w:abstractNumId w:val="8"/>
  </w:num>
  <w:num w:numId="19" w16cid:durableId="1534728120">
    <w:abstractNumId w:val="8"/>
  </w:num>
  <w:num w:numId="20" w16cid:durableId="1052580903">
    <w:abstractNumId w:val="8"/>
  </w:num>
  <w:num w:numId="21" w16cid:durableId="1101493884">
    <w:abstractNumId w:val="8"/>
  </w:num>
  <w:num w:numId="22" w16cid:durableId="1643659147">
    <w:abstractNumId w:val="4"/>
  </w:num>
  <w:num w:numId="23" w16cid:durableId="1125152074">
    <w:abstractNumId w:val="1"/>
  </w:num>
  <w:num w:numId="24" w16cid:durableId="1562407041">
    <w:abstractNumId w:val="4"/>
  </w:num>
  <w:num w:numId="25" w16cid:durableId="1780684179">
    <w:abstractNumId w:val="4"/>
  </w:num>
  <w:num w:numId="26" w16cid:durableId="1293681143">
    <w:abstractNumId w:val="4"/>
  </w:num>
  <w:num w:numId="27" w16cid:durableId="416023438">
    <w:abstractNumId w:val="4"/>
  </w:num>
  <w:num w:numId="28" w16cid:durableId="1101989519">
    <w:abstractNumId w:val="8"/>
  </w:num>
  <w:num w:numId="29" w16cid:durableId="980385199">
    <w:abstractNumId w:val="2"/>
  </w:num>
  <w:num w:numId="30" w16cid:durableId="402720499">
    <w:abstractNumId w:val="8"/>
  </w:num>
  <w:num w:numId="31" w16cid:durableId="1206334265">
    <w:abstractNumId w:val="8"/>
  </w:num>
  <w:num w:numId="32" w16cid:durableId="711854758">
    <w:abstractNumId w:val="8"/>
  </w:num>
  <w:num w:numId="33" w16cid:durableId="24722757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74229"/>
    <w:rsid w:val="000810D4"/>
    <w:rsid w:val="000B6CE6"/>
    <w:rsid w:val="000E23A7"/>
    <w:rsid w:val="000F3BDA"/>
    <w:rsid w:val="0010693F"/>
    <w:rsid w:val="00113D5D"/>
    <w:rsid w:val="00114472"/>
    <w:rsid w:val="001550BC"/>
    <w:rsid w:val="001605B9"/>
    <w:rsid w:val="00170EC5"/>
    <w:rsid w:val="001747C1"/>
    <w:rsid w:val="00184743"/>
    <w:rsid w:val="00200E8B"/>
    <w:rsid w:val="00207DF5"/>
    <w:rsid w:val="002222AF"/>
    <w:rsid w:val="00266643"/>
    <w:rsid w:val="00280E07"/>
    <w:rsid w:val="002A3CCC"/>
    <w:rsid w:val="002B0988"/>
    <w:rsid w:val="002B7EFA"/>
    <w:rsid w:val="002C31BF"/>
    <w:rsid w:val="002D08B1"/>
    <w:rsid w:val="002D6C95"/>
    <w:rsid w:val="002E0CD7"/>
    <w:rsid w:val="00341DCF"/>
    <w:rsid w:val="00357BC6"/>
    <w:rsid w:val="003606C4"/>
    <w:rsid w:val="003956C6"/>
    <w:rsid w:val="003C4FBB"/>
    <w:rsid w:val="003C75E7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483E"/>
    <w:rsid w:val="00575E5A"/>
    <w:rsid w:val="005F1404"/>
    <w:rsid w:val="0061068E"/>
    <w:rsid w:val="00645A29"/>
    <w:rsid w:val="00660AD3"/>
    <w:rsid w:val="00677B7F"/>
    <w:rsid w:val="006A2381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D98"/>
    <w:rsid w:val="008659F3"/>
    <w:rsid w:val="00886D4B"/>
    <w:rsid w:val="00895406"/>
    <w:rsid w:val="00897B1D"/>
    <w:rsid w:val="008A3568"/>
    <w:rsid w:val="008C2584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361E"/>
    <w:rsid w:val="00D21061"/>
    <w:rsid w:val="00D35272"/>
    <w:rsid w:val="00D4108E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DF50E2"/>
    <w:rsid w:val="00E36C4A"/>
    <w:rsid w:val="00E7003B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F3AB8C-D19D-4DED-BBEF-ED20A3DF11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9</cp:revision>
  <cp:lastPrinted>2025-05-27T13:37:00Z</cp:lastPrinted>
  <dcterms:created xsi:type="dcterms:W3CDTF">2024-06-14T08:06:00Z</dcterms:created>
  <dcterms:modified xsi:type="dcterms:W3CDTF">2025-05-27T13:37:00Z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